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C8BB6" w14:textId="77777777" w:rsidR="000719BB" w:rsidRDefault="000719BB" w:rsidP="00A13FA0">
      <w:pPr>
        <w:pStyle w:val="Titul2"/>
        <w:tabs>
          <w:tab w:val="left" w:pos="1418"/>
        </w:tabs>
      </w:pPr>
    </w:p>
    <w:p w14:paraId="4718A686" w14:textId="77777777" w:rsidR="00826B7B" w:rsidRDefault="00826B7B" w:rsidP="006C2343">
      <w:pPr>
        <w:pStyle w:val="Titul2"/>
      </w:pPr>
    </w:p>
    <w:p w14:paraId="17B9419E" w14:textId="77777777" w:rsidR="00DA1C67" w:rsidRDefault="00DA1C67" w:rsidP="006C2343">
      <w:pPr>
        <w:pStyle w:val="Titul2"/>
      </w:pPr>
    </w:p>
    <w:p w14:paraId="39170332" w14:textId="77777777" w:rsidR="003254A3" w:rsidRPr="000719BB" w:rsidRDefault="00BD76C3" w:rsidP="006C2343">
      <w:pPr>
        <w:pStyle w:val="Titul2"/>
      </w:pPr>
      <w:r>
        <w:t>Příloha č. 2 c)</w:t>
      </w:r>
    </w:p>
    <w:p w14:paraId="42E262DD" w14:textId="77777777" w:rsidR="003254A3" w:rsidRDefault="003254A3" w:rsidP="00AD0C7B">
      <w:pPr>
        <w:pStyle w:val="Titul2"/>
      </w:pPr>
    </w:p>
    <w:p w14:paraId="01F79FFD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13C16F60" w14:textId="77777777" w:rsidR="00AD0C7B" w:rsidRDefault="00AD0C7B" w:rsidP="00EB46E5">
      <w:pPr>
        <w:pStyle w:val="Titul2"/>
      </w:pPr>
    </w:p>
    <w:p w14:paraId="7EDA6DC5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CB222BE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14:paraId="78EB9661" w14:textId="77777777" w:rsidR="00BF54FE" w:rsidRDefault="00CA6B64" w:rsidP="006C2343">
          <w:pPr>
            <w:pStyle w:val="Tituldatum"/>
          </w:pPr>
          <w:r>
            <w:rPr>
              <w:rStyle w:val="Nzevakce"/>
            </w:rPr>
            <w:t>Rekonstrukce železniční zastávky Náměšť na Hané</w:t>
          </w:r>
          <w:r w:rsidR="003E6137">
            <w:rPr>
              <w:rStyle w:val="Nzevakce"/>
            </w:rPr>
            <w:t xml:space="preserve"> </w:t>
          </w:r>
        </w:p>
      </w:sdtContent>
    </w:sdt>
    <w:p w14:paraId="00F512C2" w14:textId="77777777" w:rsidR="00BF54FE" w:rsidRDefault="00BF54FE" w:rsidP="006C2343">
      <w:pPr>
        <w:pStyle w:val="Tituldatum"/>
      </w:pPr>
    </w:p>
    <w:p w14:paraId="54DD5858" w14:textId="77777777" w:rsidR="009226C1" w:rsidRDefault="009226C1" w:rsidP="006C2343">
      <w:pPr>
        <w:pStyle w:val="Tituldatum"/>
      </w:pPr>
    </w:p>
    <w:p w14:paraId="4A9306D4" w14:textId="77777777" w:rsidR="00DA1C67" w:rsidRDefault="00DA1C67" w:rsidP="006C2343">
      <w:pPr>
        <w:pStyle w:val="Tituldatum"/>
      </w:pPr>
    </w:p>
    <w:p w14:paraId="0579D6AD" w14:textId="77777777" w:rsidR="00DA1C67" w:rsidRDefault="00DA1C67" w:rsidP="006C2343">
      <w:pPr>
        <w:pStyle w:val="Tituldatum"/>
      </w:pPr>
    </w:p>
    <w:p w14:paraId="2E2D4E4A" w14:textId="77777777" w:rsidR="003B111D" w:rsidRDefault="003B111D" w:rsidP="006C2343">
      <w:pPr>
        <w:pStyle w:val="Tituldatum"/>
      </w:pPr>
    </w:p>
    <w:p w14:paraId="1B214381" w14:textId="77777777" w:rsidR="00826B7B" w:rsidRPr="006C2343" w:rsidRDefault="006C2343" w:rsidP="006C2343">
      <w:pPr>
        <w:pStyle w:val="Tituldatum"/>
      </w:pPr>
      <w:r w:rsidRPr="009A0096">
        <w:t xml:space="preserve">Datum vydání: </w:t>
      </w:r>
      <w:r w:rsidRPr="009A0096">
        <w:tab/>
      </w:r>
      <w:r w:rsidR="009A0096" w:rsidRPr="009A0096">
        <w:t>22.</w:t>
      </w:r>
      <w:r w:rsidR="00BA57F0" w:rsidRPr="009A0096">
        <w:t xml:space="preserve"> </w:t>
      </w:r>
      <w:r w:rsidR="00602393" w:rsidRPr="009A0096">
        <w:t>0</w:t>
      </w:r>
      <w:r w:rsidR="003E6137" w:rsidRPr="009A0096">
        <w:t>6</w:t>
      </w:r>
      <w:r w:rsidR="000C66B2" w:rsidRPr="009A0096">
        <w:t>.</w:t>
      </w:r>
      <w:r w:rsidR="00BA57F0" w:rsidRPr="009A0096">
        <w:t xml:space="preserve"> </w:t>
      </w:r>
      <w:r w:rsidR="00423582" w:rsidRPr="009A0096">
        <w:t>20</w:t>
      </w:r>
      <w:r w:rsidR="00E11B4C" w:rsidRPr="009A0096">
        <w:t>2</w:t>
      </w:r>
      <w:r w:rsidR="00602393" w:rsidRPr="009A0096">
        <w:t>1</w:t>
      </w:r>
      <w:r w:rsidR="0076790E">
        <w:t xml:space="preserve"> </w:t>
      </w:r>
    </w:p>
    <w:p w14:paraId="66275E70" w14:textId="77777777" w:rsidR="00826B7B" w:rsidRDefault="00826B7B">
      <w:r>
        <w:br w:type="page"/>
      </w:r>
    </w:p>
    <w:p w14:paraId="0F5EDFD5" w14:textId="77777777" w:rsidR="00DA1C67" w:rsidRDefault="00DA1C67"/>
    <w:p w14:paraId="45BDAC7F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88F4DDE" w14:textId="77777777"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4CAB0D4C" w14:textId="77777777" w:rsidR="00925FBD" w:rsidRDefault="00114D66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5929F9AB" w14:textId="77777777" w:rsidR="00925FBD" w:rsidRDefault="00114D66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3A5C05E4" w14:textId="77777777" w:rsidR="00925FBD" w:rsidRDefault="00114D66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775ABD76" w14:textId="77777777" w:rsidR="00925FBD" w:rsidRDefault="00114D66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6F235C90" w14:textId="77777777" w:rsidR="00925FBD" w:rsidRDefault="00114D66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3AA2F487" w14:textId="77777777" w:rsidR="00925FBD" w:rsidRDefault="00114D66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14:paraId="188BAE65" w14:textId="77777777" w:rsidR="00925FBD" w:rsidRDefault="00114D66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41AE19E1" w14:textId="77777777" w:rsidR="00925FBD" w:rsidRDefault="00114D66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4F23A7A0" w14:textId="77777777" w:rsidR="00925FBD" w:rsidRDefault="00114D66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25E28BA1" w14:textId="77777777" w:rsidR="00925FBD" w:rsidRDefault="00114D66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14:paraId="7F13658B" w14:textId="77777777" w:rsidR="00AD0C7B" w:rsidRDefault="00BD7E91" w:rsidP="008D03B9">
      <w:r>
        <w:fldChar w:fldCharType="end"/>
      </w:r>
    </w:p>
    <w:p w14:paraId="262B7F5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7039E2CA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C0A0D7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E74474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163A9FA2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BE589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5A7B57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58284B83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0ADA5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667F23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A06108F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E5CCB7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EB4014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92E1A02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B6413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F10A89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4A9DBA38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A8C2AC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413BBD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FDDA3A" w14:textId="77777777" w:rsidR="00041EC8" w:rsidRDefault="00041EC8" w:rsidP="00AD0C7B"/>
    <w:p w14:paraId="68A99B6A" w14:textId="77777777" w:rsidR="00826B7B" w:rsidRDefault="00826B7B">
      <w:r>
        <w:br w:type="page"/>
      </w:r>
    </w:p>
    <w:p w14:paraId="4DBC2220" w14:textId="77777777"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lastRenderedPageBreak/>
        <w:t>SPECIFIKACE</w:t>
      </w:r>
      <w:r>
        <w:t xml:space="preserve"> PŘEDMĚTU DÍLA</w:t>
      </w:r>
      <w:bookmarkEnd w:id="0"/>
      <w:bookmarkEnd w:id="1"/>
    </w:p>
    <w:p w14:paraId="4575FFB0" w14:textId="77777777"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14:paraId="5ADEE983" w14:textId="77777777" w:rsidR="00152FB6" w:rsidRPr="00152FB6" w:rsidRDefault="00152FB6" w:rsidP="00BA57F0">
      <w:pPr>
        <w:pStyle w:val="Text2-1"/>
      </w:pPr>
      <w:r>
        <w:t>Předmětem díla je zhotovení stavby „</w:t>
      </w:r>
      <w:r w:rsidR="00CA6B64">
        <w:t>Rekonstrukce železniční zastávky Náměšť na Hané</w:t>
      </w:r>
      <w:r>
        <w:t xml:space="preserve">“ jejímž cílem je </w:t>
      </w:r>
      <w:r w:rsidR="00CA6B64">
        <w:rPr>
          <w:rFonts w:cs="Arial"/>
        </w:rPr>
        <w:t>z</w:t>
      </w:r>
      <w:r w:rsidR="00CA6B64" w:rsidRPr="00103DD4">
        <w:rPr>
          <w:rFonts w:cs="Arial"/>
        </w:rPr>
        <w:t>lepšení přístupu cestujících k železniční dopravě a zřízení bezbariérového přístupu na nástupiště</w:t>
      </w:r>
      <w:r w:rsidR="00CA6B64">
        <w:rPr>
          <w:rFonts w:cs="Arial"/>
        </w:rPr>
        <w:t xml:space="preserve"> </w:t>
      </w:r>
      <w:r w:rsidR="00CA6B64" w:rsidRPr="00103DD4">
        <w:rPr>
          <w:rFonts w:cs="Arial"/>
        </w:rPr>
        <w:t>železniční zastávky</w:t>
      </w:r>
      <w:r w:rsidR="00CA6B64">
        <w:rPr>
          <w:rFonts w:cs="Arial"/>
        </w:rPr>
        <w:t xml:space="preserve"> Náměšť na Hané</w:t>
      </w:r>
      <w:r w:rsidR="00CA6B64" w:rsidRPr="00103DD4">
        <w:rPr>
          <w:rFonts w:cs="Arial"/>
        </w:rPr>
        <w:t>. Navázání přístupových cest k nástupišti na komunikace v</w:t>
      </w:r>
      <w:r w:rsidR="00CA6B64">
        <w:rPr>
          <w:rFonts w:cs="Arial"/>
        </w:rPr>
        <w:t> Městysu Náměšť na Hané</w:t>
      </w:r>
      <w:r w:rsidR="00B445D1">
        <w:rPr>
          <w:rFonts w:cs="Arial"/>
        </w:rPr>
        <w:t>.</w:t>
      </w:r>
    </w:p>
    <w:p w14:paraId="34B139FB" w14:textId="77777777" w:rsidR="00152FB6" w:rsidRPr="00152FB6" w:rsidRDefault="00152FB6" w:rsidP="00152FB6">
      <w:pPr>
        <w:pStyle w:val="Text2-1"/>
      </w:pPr>
      <w:r w:rsidRPr="00152FB6">
        <w:t>Rozsah Díla „</w:t>
      </w:r>
      <w:r w:rsidR="00CA6B64">
        <w:t>Rekonstrukce železniční zastávky Náměšť na Hané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14:paraId="0E0A2189" w14:textId="77777777" w:rsidR="00DF7BAA" w:rsidRPr="002A7B5C" w:rsidRDefault="00DF7BAA" w:rsidP="00DF7BAA">
      <w:pPr>
        <w:pStyle w:val="Nadpis2-2"/>
      </w:pPr>
      <w:bookmarkStart w:id="9" w:name="_Toc6410431"/>
      <w:bookmarkStart w:id="10" w:name="_Toc24113206"/>
      <w:r w:rsidRPr="002A7B5C">
        <w:t>Umístění stavby</w:t>
      </w:r>
      <w:bookmarkEnd w:id="9"/>
      <w:bookmarkEnd w:id="10"/>
    </w:p>
    <w:p w14:paraId="35B545F5" w14:textId="77777777" w:rsidR="005570E8" w:rsidRPr="002A7B5C" w:rsidRDefault="00CA6B64" w:rsidP="00CA6B64">
      <w:pPr>
        <w:pStyle w:val="Text2-1"/>
        <w:spacing w:after="0"/>
        <w:rPr>
          <w:rFonts w:cs="Arial"/>
        </w:rPr>
      </w:pPr>
      <w:r w:rsidRPr="002A7B5C">
        <w:t>Stavba bude probíhat v železniční zastávce Náměšť na Hané v traťovém/definičním úseku 221116 Senice na Hané – Drahanovice,</w:t>
      </w:r>
      <w:r w:rsidR="00602393" w:rsidRPr="002A7B5C">
        <w:t> </w:t>
      </w:r>
      <w:r w:rsidR="00B445D1" w:rsidRPr="002A7B5C">
        <w:rPr>
          <w:rFonts w:cs="Arial"/>
        </w:rPr>
        <w:t>km</w:t>
      </w:r>
      <w:r w:rsidR="008707B8" w:rsidRPr="002A7B5C">
        <w:rPr>
          <w:rFonts w:cs="Arial"/>
        </w:rPr>
        <w:t xml:space="preserve"> 21,544 – 21,667</w:t>
      </w:r>
      <w:r w:rsidRPr="002A7B5C">
        <w:rPr>
          <w:rFonts w:cs="Arial"/>
        </w:rPr>
        <w:t>,</w:t>
      </w:r>
      <w:r w:rsidR="00602393" w:rsidRPr="002A7B5C">
        <w:t xml:space="preserve"> </w:t>
      </w:r>
      <w:r w:rsidRPr="002A7B5C">
        <w:t>regionální trati č.307 Prostějov –Červenka v Olomouckém kraji.</w:t>
      </w:r>
    </w:p>
    <w:p w14:paraId="0649A2E5" w14:textId="77777777"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14:paraId="51FAEB54" w14:textId="77777777" w:rsidR="00DF7BAA" w:rsidRDefault="00DF7BAA" w:rsidP="00DF7BAA">
      <w:pPr>
        <w:pStyle w:val="Nadpis2-2"/>
      </w:pPr>
      <w:bookmarkStart w:id="13" w:name="_Toc6410433"/>
      <w:bookmarkStart w:id="14" w:name="_Toc24113208"/>
      <w:r>
        <w:t>Projektová dokumentace</w:t>
      </w:r>
      <w:bookmarkEnd w:id="13"/>
      <w:bookmarkEnd w:id="14"/>
    </w:p>
    <w:p w14:paraId="2222E1F0" w14:textId="63788180" w:rsidR="00DF7BAA" w:rsidRDefault="00DF7BAA" w:rsidP="00DF7BAA">
      <w:pPr>
        <w:pStyle w:val="Text2-1"/>
      </w:pPr>
      <w:r>
        <w:t>Projektová dokumentace</w:t>
      </w:r>
      <w:r w:rsidR="00AB5D40">
        <w:t xml:space="preserve"> pro </w:t>
      </w:r>
      <w:r w:rsidR="005570E8">
        <w:t xml:space="preserve">vydání společného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8707B8">
        <w:t>Rekonstrukce železniční zastávky Náměšť na Hané</w:t>
      </w:r>
      <w:r w:rsidR="00152FB6">
        <w:t>“</w:t>
      </w:r>
      <w:r w:rsidR="005570E8">
        <w:t xml:space="preserve">, </w:t>
      </w:r>
      <w:r w:rsidR="00185889" w:rsidRPr="00FE799E">
        <w:rPr>
          <w:rFonts w:eastAsia="Times New Roman" w:cs="Arial"/>
          <w:lang w:eastAsia="cs-CZ"/>
        </w:rPr>
        <w:t xml:space="preserve">zpracovaná společností </w:t>
      </w:r>
      <w:r w:rsidR="008707B8">
        <w:rPr>
          <w:rFonts w:eastAsia="Times New Roman" w:cs="Arial"/>
          <w:lang w:eastAsia="cs-CZ"/>
        </w:rPr>
        <w:t>MORAVIA CONSULT Olomouc a.s.</w:t>
      </w:r>
      <w:r w:rsidR="00185889" w:rsidRPr="00FE799E">
        <w:rPr>
          <w:rFonts w:eastAsia="Times New Roman" w:cs="Arial"/>
          <w:lang w:eastAsia="cs-CZ"/>
        </w:rPr>
        <w:t xml:space="preserve">, se sídlem </w:t>
      </w:r>
      <w:r w:rsidR="008707B8" w:rsidRPr="007F197D">
        <w:rPr>
          <w:rFonts w:eastAsia="Times New Roman" w:cs="Arial"/>
          <w:lang w:eastAsia="cs-CZ"/>
        </w:rPr>
        <w:t>Legionářská 1085/8, 779 00 Olomouc, I</w:t>
      </w:r>
      <w:r w:rsidR="00114D66">
        <w:rPr>
          <w:rFonts w:eastAsia="Times New Roman" w:cs="Arial"/>
          <w:lang w:eastAsia="cs-CZ"/>
        </w:rPr>
        <w:t>ČO: 64610357, ze dne 6. 10. 2020</w:t>
      </w:r>
      <w:r w:rsidR="008707B8" w:rsidRPr="007F197D">
        <w:rPr>
          <w:rFonts w:eastAsia="Times New Roman" w:cs="Arial"/>
          <w:lang w:eastAsia="cs-CZ"/>
        </w:rPr>
        <w:t>.</w:t>
      </w:r>
      <w:r>
        <w:t xml:space="preserve"> </w:t>
      </w:r>
      <w:bookmarkStart w:id="15" w:name="_GoBack"/>
      <w:bookmarkEnd w:id="15"/>
    </w:p>
    <w:p w14:paraId="2F4287A9" w14:textId="77777777" w:rsidR="00DF7BAA" w:rsidRPr="00987F58" w:rsidRDefault="00DF7BAA" w:rsidP="00DF7BAA">
      <w:pPr>
        <w:pStyle w:val="Nadpis2-2"/>
      </w:pPr>
      <w:bookmarkStart w:id="16" w:name="_Toc6410434"/>
      <w:bookmarkStart w:id="17" w:name="_Toc24113209"/>
      <w:r w:rsidRPr="00987F58">
        <w:t>Související dokumentace</w:t>
      </w:r>
      <w:bookmarkEnd w:id="16"/>
      <w:bookmarkEnd w:id="17"/>
    </w:p>
    <w:p w14:paraId="265B1F36" w14:textId="77777777" w:rsidR="00BB0B52" w:rsidRPr="00D06A5A" w:rsidRDefault="00DF7BAA" w:rsidP="00C37406">
      <w:pPr>
        <w:pStyle w:val="Text2-1"/>
      </w:pPr>
      <w:r w:rsidRPr="00D06A5A">
        <w:t xml:space="preserve">Schvalovací protokol </w:t>
      </w:r>
      <w:r w:rsidR="006301E1" w:rsidRPr="00D06A5A">
        <w:t xml:space="preserve">projektové </w:t>
      </w:r>
      <w:r w:rsidR="00AD092A" w:rsidRPr="00D06A5A">
        <w:rPr>
          <w:rFonts w:eastAsia="Times New Roman" w:cs="Arial"/>
          <w:lang w:eastAsia="cs-CZ"/>
        </w:rPr>
        <w:t xml:space="preserve">dokumentace </w:t>
      </w:r>
      <w:r w:rsidR="006301E1" w:rsidRPr="00D06A5A">
        <w:rPr>
          <w:rFonts w:eastAsia="Times New Roman" w:cs="Arial"/>
          <w:lang w:eastAsia="cs-CZ"/>
        </w:rPr>
        <w:t>ve fázi 3</w:t>
      </w:r>
      <w:r w:rsidR="00AD092A" w:rsidRPr="00D06A5A">
        <w:rPr>
          <w:rFonts w:eastAsia="Times New Roman" w:cs="Arial"/>
          <w:lang w:eastAsia="cs-CZ"/>
        </w:rPr>
        <w:t xml:space="preserve"> č. j.: </w:t>
      </w:r>
      <w:r w:rsidR="002A7B5C">
        <w:rPr>
          <w:rFonts w:eastAsia="Times New Roman" w:cs="Arial"/>
          <w:lang w:eastAsia="cs-CZ"/>
        </w:rPr>
        <w:t>5296</w:t>
      </w:r>
      <w:r w:rsidR="00C37324" w:rsidRPr="00D06A5A">
        <w:rPr>
          <w:rFonts w:eastAsia="Times New Roman" w:cs="Arial"/>
          <w:lang w:eastAsia="cs-CZ"/>
        </w:rPr>
        <w:t>/2021-SŽ-GŘ-06-Hlo</w:t>
      </w:r>
      <w:r w:rsidR="00AD092A" w:rsidRPr="00D06A5A">
        <w:rPr>
          <w:rFonts w:eastAsia="Times New Roman" w:cs="Arial"/>
          <w:lang w:val="en-US" w:eastAsia="cs-CZ"/>
        </w:rPr>
        <w:t xml:space="preserve"> ze dne </w:t>
      </w:r>
      <w:r w:rsidR="00D06A5A" w:rsidRPr="00D06A5A">
        <w:rPr>
          <w:rFonts w:eastAsia="Times New Roman" w:cs="Arial"/>
          <w:lang w:val="en-US" w:eastAsia="cs-CZ"/>
        </w:rPr>
        <w:t>2</w:t>
      </w:r>
      <w:r w:rsidR="002A7B5C">
        <w:rPr>
          <w:rFonts w:eastAsia="Times New Roman" w:cs="Arial"/>
          <w:lang w:val="en-US" w:eastAsia="cs-CZ"/>
        </w:rPr>
        <w:t>0</w:t>
      </w:r>
      <w:r w:rsidR="00185889" w:rsidRPr="00D06A5A">
        <w:rPr>
          <w:rFonts w:eastAsia="Times New Roman" w:cs="Arial"/>
          <w:lang w:val="en-US" w:eastAsia="cs-CZ"/>
        </w:rPr>
        <w:t xml:space="preserve">. </w:t>
      </w:r>
      <w:r w:rsidR="002A7B5C">
        <w:rPr>
          <w:rFonts w:eastAsia="Times New Roman" w:cs="Arial"/>
          <w:lang w:val="en-US" w:eastAsia="cs-CZ"/>
        </w:rPr>
        <w:t>1</w:t>
      </w:r>
      <w:r w:rsidR="00C37324" w:rsidRPr="00D06A5A">
        <w:rPr>
          <w:rFonts w:eastAsia="Times New Roman" w:cs="Arial"/>
          <w:lang w:val="en-US" w:eastAsia="cs-CZ"/>
        </w:rPr>
        <w:t xml:space="preserve">. </w:t>
      </w:r>
      <w:r w:rsidR="00AD092A" w:rsidRPr="00D06A5A">
        <w:rPr>
          <w:rFonts w:eastAsia="Times New Roman" w:cs="Arial"/>
          <w:lang w:val="en-US" w:eastAsia="cs-CZ"/>
        </w:rPr>
        <w:t>2</w:t>
      </w:r>
      <w:r w:rsidR="006301E1" w:rsidRPr="00D06A5A">
        <w:rPr>
          <w:rFonts w:eastAsia="Times New Roman" w:cs="Arial"/>
          <w:lang w:val="en-US" w:eastAsia="cs-CZ"/>
        </w:rPr>
        <w:t>021</w:t>
      </w:r>
      <w:r w:rsidR="00C37406" w:rsidRPr="00D06A5A">
        <w:t>.</w:t>
      </w:r>
    </w:p>
    <w:p w14:paraId="10C912AB" w14:textId="77777777" w:rsidR="00AB1976" w:rsidRPr="0058641C" w:rsidRDefault="00185889" w:rsidP="00C37406">
      <w:pPr>
        <w:pStyle w:val="Text2-1"/>
      </w:pPr>
      <w:r w:rsidRPr="00FE799E">
        <w:rPr>
          <w:rFonts w:eastAsia="Times New Roman" w:cs="Arial"/>
          <w:lang w:eastAsia="cs-CZ"/>
        </w:rPr>
        <w:t>S</w:t>
      </w:r>
      <w:r>
        <w:rPr>
          <w:rFonts w:eastAsia="Times New Roman" w:cs="Arial"/>
          <w:lang w:eastAsia="cs-CZ"/>
        </w:rPr>
        <w:t>polečné</w:t>
      </w:r>
      <w:r w:rsidRPr="00FE799E">
        <w:rPr>
          <w:rFonts w:eastAsia="Times New Roman" w:cs="Arial"/>
          <w:lang w:eastAsia="cs-CZ"/>
        </w:rPr>
        <w:t xml:space="preserve"> povolení vydané dne </w:t>
      </w:r>
      <w:r w:rsidR="002A7B5C">
        <w:rPr>
          <w:rFonts w:eastAsia="Times New Roman" w:cs="Arial"/>
          <w:lang w:eastAsia="cs-CZ"/>
        </w:rPr>
        <w:t>19</w:t>
      </w:r>
      <w:r w:rsidRPr="00FE799E">
        <w:rPr>
          <w:rFonts w:eastAsia="Times New Roman" w:cs="Arial"/>
          <w:lang w:eastAsia="cs-CZ"/>
        </w:rPr>
        <w:t>. 4. 2021</w:t>
      </w:r>
      <w:r>
        <w:rPr>
          <w:rFonts w:eastAsia="Times New Roman" w:cs="Arial"/>
          <w:lang w:eastAsia="cs-CZ"/>
        </w:rPr>
        <w:t>, Sp.zn.: MO-SDO0</w:t>
      </w:r>
      <w:r w:rsidR="002A7B5C">
        <w:rPr>
          <w:rFonts w:eastAsia="Times New Roman" w:cs="Arial"/>
          <w:lang w:eastAsia="cs-CZ"/>
        </w:rPr>
        <w:t>533</w:t>
      </w:r>
      <w:r>
        <w:rPr>
          <w:rFonts w:eastAsia="Times New Roman" w:cs="Arial"/>
          <w:lang w:eastAsia="cs-CZ"/>
        </w:rPr>
        <w:t>/2</w:t>
      </w:r>
      <w:r w:rsidR="002A7B5C">
        <w:rPr>
          <w:rFonts w:eastAsia="Times New Roman" w:cs="Arial"/>
          <w:lang w:eastAsia="cs-CZ"/>
        </w:rPr>
        <w:t>0</w:t>
      </w:r>
      <w:r>
        <w:rPr>
          <w:rFonts w:eastAsia="Times New Roman" w:cs="Arial"/>
          <w:lang w:eastAsia="cs-CZ"/>
        </w:rPr>
        <w:t>/Sj,</w:t>
      </w:r>
      <w:r w:rsidRPr="00FE799E">
        <w:rPr>
          <w:rFonts w:eastAsia="Times New Roman" w:cs="Arial"/>
          <w:lang w:eastAsia="cs-CZ"/>
        </w:rPr>
        <w:t xml:space="preserve"> č. j.: DUCR-</w:t>
      </w:r>
      <w:r w:rsidR="002A7B5C">
        <w:rPr>
          <w:rFonts w:eastAsia="Times New Roman" w:cs="Arial"/>
          <w:lang w:eastAsia="cs-CZ"/>
        </w:rPr>
        <w:t>20733</w:t>
      </w:r>
      <w:r w:rsidRPr="00FE799E">
        <w:rPr>
          <w:rFonts w:eastAsia="Times New Roman" w:cs="Arial"/>
          <w:lang w:eastAsia="cs-CZ"/>
        </w:rPr>
        <w:t xml:space="preserve">/21/Sj s nabytím právní moci ze dne </w:t>
      </w:r>
      <w:r w:rsidR="002A7B5C">
        <w:rPr>
          <w:rFonts w:eastAsia="Times New Roman" w:cs="Arial"/>
          <w:lang w:eastAsia="cs-CZ"/>
        </w:rPr>
        <w:t>6</w:t>
      </w:r>
      <w:r w:rsidRPr="00FE799E">
        <w:rPr>
          <w:rFonts w:eastAsia="Times New Roman" w:cs="Arial"/>
          <w:lang w:eastAsia="cs-CZ"/>
        </w:rPr>
        <w:t xml:space="preserve">. </w:t>
      </w:r>
      <w:r w:rsidR="002A7B5C">
        <w:rPr>
          <w:rFonts w:eastAsia="Times New Roman" w:cs="Arial"/>
          <w:lang w:eastAsia="cs-CZ"/>
        </w:rPr>
        <w:t>5</w:t>
      </w:r>
      <w:r w:rsidRPr="00FE799E">
        <w:rPr>
          <w:rFonts w:eastAsia="Times New Roman" w:cs="Arial"/>
          <w:lang w:eastAsia="cs-CZ"/>
        </w:rPr>
        <w:t>. 2021</w:t>
      </w:r>
      <w:r w:rsidR="006301E1">
        <w:t>.</w:t>
      </w:r>
    </w:p>
    <w:p w14:paraId="0CDDD881" w14:textId="77777777" w:rsidR="00DF7BAA" w:rsidRDefault="00DF7BAA" w:rsidP="00DF7BAA">
      <w:pPr>
        <w:pStyle w:val="Nadpis2-1"/>
      </w:pPr>
      <w:bookmarkStart w:id="18" w:name="_Toc6410435"/>
      <w:bookmarkStart w:id="19" w:name="_Toc24113210"/>
      <w:r>
        <w:t>KOORDINACE S JINÝMI STAVBAMI</w:t>
      </w:r>
      <w:bookmarkEnd w:id="18"/>
      <w:bookmarkEnd w:id="19"/>
      <w:r>
        <w:t xml:space="preserve"> </w:t>
      </w:r>
    </w:p>
    <w:p w14:paraId="35C7910D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 </w:t>
      </w:r>
    </w:p>
    <w:p w14:paraId="44145E70" w14:textId="77777777" w:rsidR="00BE693E" w:rsidRDefault="00BE693E" w:rsidP="00BE693E">
      <w:pPr>
        <w:pStyle w:val="Text2-1"/>
      </w:pPr>
      <w:r>
        <w:t>Koordinace proběhne se související stavbou „Rekonstrukce přejezdu v km 21,532 (P7640) trati Kostelec na Hané – Olomouc“ z tohoto souboru staveb.</w:t>
      </w:r>
    </w:p>
    <w:p w14:paraId="5C77C9CD" w14:textId="77777777" w:rsidR="00DF7BAA" w:rsidRDefault="00DF7BAA" w:rsidP="00DF7BAA">
      <w:pPr>
        <w:pStyle w:val="Nadpis2-1"/>
      </w:pPr>
      <w:bookmarkStart w:id="20" w:name="_Toc6410436"/>
      <w:bookmarkStart w:id="21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0"/>
      <w:bookmarkEnd w:id="21"/>
    </w:p>
    <w:p w14:paraId="7A859283" w14:textId="77777777" w:rsidR="00DF7BAA" w:rsidRDefault="00DF7BAA" w:rsidP="00DF7BAA">
      <w:pPr>
        <w:pStyle w:val="Nadpis2-2"/>
      </w:pPr>
      <w:bookmarkStart w:id="22" w:name="_Toc6410438"/>
      <w:bookmarkStart w:id="23" w:name="_Toc24113212"/>
      <w:r>
        <w:t>Doklady pře</w:t>
      </w:r>
      <w:r w:rsidR="006A424A">
        <w:t>d</w:t>
      </w:r>
      <w:r>
        <w:t>kládané zhotovitelem</w:t>
      </w:r>
      <w:bookmarkEnd w:id="22"/>
      <w:bookmarkEnd w:id="23"/>
    </w:p>
    <w:p w14:paraId="7152B202" w14:textId="77777777"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14:paraId="0C83F1D6" w14:textId="77777777"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14:paraId="3CE16301" w14:textId="77777777" w:rsidR="00DF7BAA" w:rsidRDefault="00DF7BAA" w:rsidP="006301E1">
      <w:pPr>
        <w:pStyle w:val="Nadpis2-1"/>
        <w:spacing w:before="1560"/>
        <w:contextualSpacing w:val="0"/>
      </w:pPr>
      <w:bookmarkStart w:id="24" w:name="_Toc6410460"/>
      <w:bookmarkStart w:id="25" w:name="_Toc24113213"/>
      <w:r w:rsidRPr="00EC2E51">
        <w:lastRenderedPageBreak/>
        <w:t>ORGANIZACE</w:t>
      </w:r>
      <w:r>
        <w:t xml:space="preserve"> VÝSTAVBY, VÝLUKY</w:t>
      </w:r>
      <w:bookmarkEnd w:id="24"/>
      <w:bookmarkEnd w:id="25"/>
    </w:p>
    <w:p w14:paraId="2D9FE30C" w14:textId="77777777"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14:paraId="69D61A59" w14:textId="77777777"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14:paraId="55BDC41D" w14:textId="77777777"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14:paraId="6C196912" w14:textId="77777777" w:rsidR="00A80CE3" w:rsidRPr="008757B6" w:rsidRDefault="00A80CE3" w:rsidP="008757B6">
      <w:pPr>
        <w:pStyle w:val="Text2-1"/>
        <w:numPr>
          <w:ilvl w:val="0"/>
          <w:numId w:val="0"/>
        </w:numPr>
        <w:spacing w:after="0"/>
        <w:ind w:left="737"/>
      </w:pPr>
      <w:r>
        <w:t xml:space="preserve">Plánované výluky traťového úseku Drahanovice – Senice na Hané: 20 dní od 7:30 hodin dne 8. 10. 2021 do 17:00 hodin dne 27. 10. 2021.  </w:t>
      </w:r>
    </w:p>
    <w:p w14:paraId="25E0BDE5" w14:textId="77777777" w:rsidR="00DF7BAA" w:rsidRDefault="00DF7BAA" w:rsidP="00DF7BAA">
      <w:pPr>
        <w:pStyle w:val="Nadpis2-1"/>
      </w:pPr>
      <w:bookmarkStart w:id="26" w:name="_Toc6410461"/>
      <w:bookmarkStart w:id="27" w:name="_Toc24113214"/>
      <w:r w:rsidRPr="00EC2E51">
        <w:t>SOUVISEJÍCÍ</w:t>
      </w:r>
      <w:r>
        <w:t xml:space="preserve"> DOKUMENTY A PŘEDPISY</w:t>
      </w:r>
      <w:bookmarkEnd w:id="26"/>
      <w:bookmarkEnd w:id="27"/>
    </w:p>
    <w:p w14:paraId="39E1B277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22884285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606CA023" w14:textId="77777777" w:rsidR="00F6246E" w:rsidRDefault="00F6246E" w:rsidP="00DF7BAA">
      <w:pPr>
        <w:pStyle w:val="Textbezslovn"/>
        <w:spacing w:after="0"/>
        <w:rPr>
          <w:rStyle w:val="Tun"/>
        </w:rPr>
      </w:pPr>
    </w:p>
    <w:p w14:paraId="424844EB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988BBEB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3D9E0A53" w14:textId="77777777"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72FEF7D4" w14:textId="77777777"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14:paraId="3A766C83" w14:textId="77777777"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C2DB807" w14:textId="77777777"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30F9C799" w14:textId="77777777"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96B1783" w14:textId="77777777"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B551D" w14:textId="77777777" w:rsidR="000900E8" w:rsidRDefault="000900E8" w:rsidP="00962258">
      <w:pPr>
        <w:spacing w:after="0" w:line="240" w:lineRule="auto"/>
      </w:pPr>
      <w:r>
        <w:separator/>
      </w:r>
    </w:p>
  </w:endnote>
  <w:endnote w:type="continuationSeparator" w:id="0">
    <w:p w14:paraId="52EE100D" w14:textId="77777777" w:rsidR="000900E8" w:rsidRDefault="000900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14:paraId="2DAF2296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5FF38C6" w14:textId="08BFC5E3"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4D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4D6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B31E185" w14:textId="5B2A76A2" w:rsidR="001D4911" w:rsidRPr="003462EB" w:rsidRDefault="008914C4" w:rsidP="003462EB">
          <w:pPr>
            <w:pStyle w:val="Zpatvlevo"/>
          </w:pPr>
          <w:fldSimple w:instr=" STYLEREF  _Název_akce  \* MERGEFORMAT ">
            <w:r w:rsidR="00114D66">
              <w:rPr>
                <w:noProof/>
              </w:rPr>
              <w:t>Rekonstrukce železniční zastávky Náměšť na Hané</w:t>
            </w:r>
          </w:fldSimple>
        </w:p>
        <w:p w14:paraId="13A559C6" w14:textId="77777777"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4971CC15" w14:textId="77777777"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32CEAFFB" w14:textId="77777777"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14:paraId="7198A1F1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5484836" w14:textId="430E9F09" w:rsidR="001D4911" w:rsidRDefault="008914C4" w:rsidP="003B111D">
          <w:pPr>
            <w:pStyle w:val="Zpatvpravo"/>
          </w:pPr>
          <w:fldSimple w:instr=" STYLEREF  _Název_akce  \* MERGEFORMAT ">
            <w:r w:rsidR="00114D66">
              <w:rPr>
                <w:noProof/>
              </w:rPr>
              <w:t>Rekonstrukce železniční zastávky Náměšť na Hané</w:t>
            </w:r>
          </w:fldSimple>
        </w:p>
        <w:p w14:paraId="4106EFB9" w14:textId="77777777" w:rsidR="001D4911" w:rsidRDefault="001D4911" w:rsidP="003B111D">
          <w:pPr>
            <w:pStyle w:val="Zpatvpravo"/>
          </w:pPr>
          <w:r>
            <w:t>Příloha č. 2 c)</w:t>
          </w:r>
        </w:p>
        <w:p w14:paraId="42275736" w14:textId="77777777"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7A4985A2" w14:textId="30CE7655"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4D6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4D6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8991C4" w14:textId="77777777"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78BFC" w14:textId="77777777" w:rsidR="001D4911" w:rsidRPr="00B8518B" w:rsidRDefault="001D4911" w:rsidP="00460660">
    <w:pPr>
      <w:pStyle w:val="Zpat"/>
      <w:rPr>
        <w:sz w:val="2"/>
        <w:szCs w:val="2"/>
      </w:rPr>
    </w:pPr>
  </w:p>
  <w:p w14:paraId="59120F7F" w14:textId="77777777" w:rsidR="001D4911" w:rsidRDefault="001D4911" w:rsidP="00054FC6">
    <w:pPr>
      <w:pStyle w:val="Zpat"/>
      <w:rPr>
        <w:rFonts w:cs="Calibri"/>
        <w:szCs w:val="12"/>
      </w:rPr>
    </w:pPr>
  </w:p>
  <w:p w14:paraId="24E969E2" w14:textId="77777777"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DD5BF" w14:textId="77777777" w:rsidR="000900E8" w:rsidRDefault="000900E8" w:rsidP="00962258">
      <w:pPr>
        <w:spacing w:after="0" w:line="240" w:lineRule="auto"/>
      </w:pPr>
      <w:r>
        <w:separator/>
      </w:r>
    </w:p>
  </w:footnote>
  <w:footnote w:type="continuationSeparator" w:id="0">
    <w:p w14:paraId="67232DE7" w14:textId="77777777" w:rsidR="000900E8" w:rsidRDefault="000900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14:paraId="79620D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FA6A26" w14:textId="77777777"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C73042" w14:textId="77777777"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9348F1" w14:textId="77777777" w:rsidR="001D4911" w:rsidRPr="00D6163D" w:rsidRDefault="001D4911" w:rsidP="00D6163D">
          <w:pPr>
            <w:pStyle w:val="Druhdokumentu"/>
          </w:pPr>
        </w:p>
      </w:tc>
    </w:tr>
  </w:tbl>
  <w:p w14:paraId="41B78F64" w14:textId="77777777"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14:paraId="2C45704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21FC866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57DAED" w14:textId="77777777"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33589D0E" wp14:editId="698DFCBF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D76A930" w14:textId="77777777" w:rsidR="001D4911" w:rsidRPr="00D6163D" w:rsidRDefault="001D4911" w:rsidP="00FC6389">
          <w:pPr>
            <w:pStyle w:val="Druhdokumentu"/>
          </w:pPr>
        </w:p>
      </w:tc>
    </w:tr>
    <w:tr w:rsidR="001D4911" w14:paraId="0994698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EF12576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371FA0" w14:textId="77777777"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1C4E510" w14:textId="77777777" w:rsidR="001D4911" w:rsidRPr="00D6163D" w:rsidRDefault="001D4911" w:rsidP="00FC6389">
          <w:pPr>
            <w:pStyle w:val="Druhdokumentu"/>
          </w:pPr>
        </w:p>
      </w:tc>
    </w:tr>
  </w:tbl>
  <w:p w14:paraId="1DA174A1" w14:textId="77777777" w:rsidR="001D4911" w:rsidRPr="00D6163D" w:rsidRDefault="001D4911" w:rsidP="00FC6389">
    <w:pPr>
      <w:pStyle w:val="Zhlav"/>
      <w:rPr>
        <w:sz w:val="8"/>
        <w:szCs w:val="8"/>
      </w:rPr>
    </w:pPr>
  </w:p>
  <w:p w14:paraId="5603FF62" w14:textId="77777777"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900E8"/>
    <w:rsid w:val="000A6E75"/>
    <w:rsid w:val="000B408F"/>
    <w:rsid w:val="000B4EB8"/>
    <w:rsid w:val="000B7609"/>
    <w:rsid w:val="000C41F2"/>
    <w:rsid w:val="000C66B2"/>
    <w:rsid w:val="000D22C4"/>
    <w:rsid w:val="000D27D1"/>
    <w:rsid w:val="000E1A7F"/>
    <w:rsid w:val="000E3BEC"/>
    <w:rsid w:val="000F15F1"/>
    <w:rsid w:val="00105467"/>
    <w:rsid w:val="00112864"/>
    <w:rsid w:val="00113CA8"/>
    <w:rsid w:val="00114472"/>
    <w:rsid w:val="00114988"/>
    <w:rsid w:val="00114D66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A7B5C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68A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A1F44"/>
    <w:rsid w:val="005D3C39"/>
    <w:rsid w:val="005D7706"/>
    <w:rsid w:val="00601A8C"/>
    <w:rsid w:val="00602393"/>
    <w:rsid w:val="0061068E"/>
    <w:rsid w:val="006115D3"/>
    <w:rsid w:val="00614E71"/>
    <w:rsid w:val="006208DF"/>
    <w:rsid w:val="006301E1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7B8"/>
    <w:rsid w:val="008757B6"/>
    <w:rsid w:val="00887F36"/>
    <w:rsid w:val="00890A4F"/>
    <w:rsid w:val="008914C4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239D"/>
    <w:rsid w:val="00987F58"/>
    <w:rsid w:val="00992D9C"/>
    <w:rsid w:val="00996CB8"/>
    <w:rsid w:val="009970D5"/>
    <w:rsid w:val="009A0096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5D40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E693E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95162"/>
    <w:rsid w:val="00CA6B64"/>
    <w:rsid w:val="00CB6A37"/>
    <w:rsid w:val="00CB7684"/>
    <w:rsid w:val="00CC7C8F"/>
    <w:rsid w:val="00CD1FC4"/>
    <w:rsid w:val="00D034A0"/>
    <w:rsid w:val="00D066BA"/>
    <w:rsid w:val="00D06A5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5B48"/>
    <w:rsid w:val="00FC6389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26DFC0"/>
  <w14:defaultImageDpi w14:val="32767"/>
  <w15:docId w15:val="{35223A43-1E73-4951-BD7F-DDF6C277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1113CC"/>
    <w:rsid w:val="001345C3"/>
    <w:rsid w:val="003A24B4"/>
    <w:rsid w:val="00640ADC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B75C4E"/>
    <w:rsid w:val="00C63903"/>
    <w:rsid w:val="00CA2996"/>
    <w:rsid w:val="00D83833"/>
    <w:rsid w:val="00DB1600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8401EF-6EB6-4A6A-A67C-4FB10DDA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59</TotalTime>
  <Pages>4</Pages>
  <Words>683</Words>
  <Characters>4036</Characters>
  <Application>Microsoft Office Word</Application>
  <DocSecurity>0</DocSecurity>
  <Lines>33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Rašková Ladislava</dc:creator>
  <cp:lastModifiedBy>Klimeš Jaroslav, JUDr.</cp:lastModifiedBy>
  <cp:revision>8</cp:revision>
  <cp:lastPrinted>2019-11-19T07:19:00Z</cp:lastPrinted>
  <dcterms:created xsi:type="dcterms:W3CDTF">2021-06-11T08:02:00Z</dcterms:created>
  <dcterms:modified xsi:type="dcterms:W3CDTF">2021-06-28T08:42:00Z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